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E4FA" w14:textId="77777777" w:rsidR="00D62146" w:rsidRPr="002157FD" w:rsidRDefault="008702A4" w:rsidP="002157FD">
      <w:pPr>
        <w:pStyle w:val="1ApplicantName"/>
      </w:pPr>
      <w:r w:rsidRPr="00A07C77">
        <w:t>Name Surname</w:t>
      </w:r>
    </w:p>
    <w:p w14:paraId="60434780" w14:textId="77777777" w:rsidR="00324137" w:rsidRPr="00A07C77" w:rsidRDefault="00324137" w:rsidP="007E00FD">
      <w:pPr>
        <w:pStyle w:val="3ContactDetails"/>
      </w:pPr>
      <w:r w:rsidRPr="00A07C77">
        <w:t xml:space="preserve">012 345 6789 </w:t>
      </w:r>
      <w:r w:rsidR="00875520" w:rsidRPr="00A07C77">
        <w:t>|</w:t>
      </w:r>
      <w:r w:rsidRPr="00A07C77">
        <w:t xml:space="preserve"> yourname@gmail.com </w:t>
      </w:r>
      <w:r w:rsidR="00875520" w:rsidRPr="00A07C77">
        <w:t>|</w:t>
      </w:r>
      <w:r w:rsidRPr="00A07C77">
        <w:t xml:space="preserve"> LinkedIn </w:t>
      </w:r>
      <w:r w:rsidR="00875520" w:rsidRPr="00A07C77">
        <w:t>|</w:t>
      </w:r>
      <w:r w:rsidRPr="00A07C77">
        <w:t xml:space="preserve"> Website</w:t>
      </w:r>
    </w:p>
    <w:p w14:paraId="08F0F4B9" w14:textId="77777777" w:rsidR="00A07C77" w:rsidRPr="00A07C77" w:rsidRDefault="00A07C77" w:rsidP="00A07C77">
      <w:pPr>
        <w:pStyle w:val="4SectionHeaders"/>
      </w:pPr>
      <w:r w:rsidRPr="00A07C77">
        <w:t>PROFESSIONAL SUMMARY</w:t>
      </w:r>
    </w:p>
    <w:p w14:paraId="1EE920CB" w14:textId="77777777" w:rsidR="00A07C77" w:rsidRPr="00A07C77" w:rsidRDefault="00A07C77" w:rsidP="00A07C77">
      <w:pPr>
        <w:pStyle w:val="5SummaryText"/>
      </w:pPr>
      <w:r w:rsidRPr="00A07C77">
        <w:t>Your professional summary is your elevator pitch. This is a concise and compelling 2- 3 sentence overview of your experience level, expertise, major achievements, personality, and standout features, tailored to the role. It’s designed to give the hiring manager all the information they need to want to keep reading.</w:t>
      </w:r>
    </w:p>
    <w:p w14:paraId="709BDF70" w14:textId="77777777" w:rsidR="00A07C77" w:rsidRPr="00A07C77" w:rsidRDefault="00A07C77" w:rsidP="00A07C77">
      <w:pPr>
        <w:pStyle w:val="4SectionHeaders"/>
      </w:pPr>
      <w:r w:rsidRPr="00A07C77">
        <w:t>SKILLS</w:t>
      </w:r>
    </w:p>
    <w:p w14:paraId="26D7C7C5" w14:textId="77777777" w:rsidR="00A07C77" w:rsidRPr="00A07C77" w:rsidRDefault="00A07C77" w:rsidP="00A07C77">
      <w:pPr>
        <w:pStyle w:val="6aSkills"/>
      </w:pPr>
      <w:r w:rsidRPr="00A07C77">
        <w:t>• Skill 1</w:t>
      </w:r>
      <w:r w:rsidRPr="00A07C77">
        <w:tab/>
        <w:t>• Skill 2</w:t>
      </w:r>
      <w:r w:rsidRPr="00A07C77">
        <w:tab/>
        <w:t>• Skill 3</w:t>
      </w:r>
    </w:p>
    <w:p w14:paraId="3F17A29D" w14:textId="77777777" w:rsidR="00A07C77" w:rsidRPr="00A07C77" w:rsidRDefault="00A07C77" w:rsidP="00A07C77">
      <w:pPr>
        <w:pStyle w:val="6aSkills"/>
      </w:pPr>
      <w:r w:rsidRPr="00A07C77">
        <w:t>• Skill 4</w:t>
      </w:r>
      <w:r w:rsidRPr="00A07C77">
        <w:tab/>
        <w:t>• Skill 5</w:t>
      </w:r>
      <w:r w:rsidRPr="00A07C77">
        <w:tab/>
        <w:t>• Skill 6</w:t>
      </w:r>
    </w:p>
    <w:p w14:paraId="08C636E8" w14:textId="77777777" w:rsidR="00A07C77" w:rsidRPr="00A07C77" w:rsidRDefault="00A07C77" w:rsidP="00A07C77">
      <w:pPr>
        <w:pStyle w:val="6aSkills"/>
      </w:pPr>
      <w:r w:rsidRPr="00A07C77">
        <w:t>• Skill 7</w:t>
      </w:r>
      <w:r w:rsidRPr="00A07C77">
        <w:tab/>
        <w:t>• Skill 8</w:t>
      </w:r>
      <w:r w:rsidRPr="00A07C77">
        <w:tab/>
        <w:t>• Skill 9</w:t>
      </w:r>
    </w:p>
    <w:p w14:paraId="37351BE7" w14:textId="1D938590" w:rsidR="00A07C77" w:rsidRPr="00A07C77" w:rsidRDefault="00767FBD" w:rsidP="00A07C77">
      <w:pPr>
        <w:pStyle w:val="4SectionHeaders"/>
      </w:pPr>
      <w:r>
        <w:t xml:space="preserve">WORK </w:t>
      </w:r>
      <w:r w:rsidR="00A07C77" w:rsidRPr="00A07C77">
        <w:t>EXPERIENCE</w:t>
      </w:r>
    </w:p>
    <w:p w14:paraId="0B7C3A8C" w14:textId="77777777" w:rsidR="00A07C77" w:rsidRPr="00A07C77" w:rsidRDefault="00A07C77" w:rsidP="00A07C77">
      <w:pPr>
        <w:pStyle w:val="7DegreeNameJobTitle"/>
      </w:pPr>
      <w:r w:rsidRPr="00A07C77">
        <w:t>Position Title</w:t>
      </w:r>
      <w:r w:rsidRPr="00A07C77">
        <w:tab/>
        <w:t>Mmm YYYY – Present</w:t>
      </w:r>
    </w:p>
    <w:p w14:paraId="37DEC73B" w14:textId="77777777" w:rsidR="00A07C77" w:rsidRPr="00A07C77" w:rsidRDefault="00A07C77" w:rsidP="00A07C77">
      <w:pPr>
        <w:pStyle w:val="9EmployerName"/>
      </w:pPr>
      <w:r w:rsidRPr="00A07C77">
        <w:t>Employer</w:t>
      </w:r>
    </w:p>
    <w:p w14:paraId="788DE903" w14:textId="77777777" w:rsidR="00A07C77" w:rsidRPr="00A07C77" w:rsidRDefault="00A07C77" w:rsidP="00A07C77">
      <w:pPr>
        <w:pStyle w:val="6BulletPoints"/>
      </w:pPr>
      <w:r w:rsidRPr="00A07C77">
        <w:t>List your jobs in reverse chronological order, focus on the last 5-10 years or the last 3-4 roles</w:t>
      </w:r>
    </w:p>
    <w:p w14:paraId="77311C56" w14:textId="77777777" w:rsidR="00A07C77" w:rsidRPr="00A07C77" w:rsidRDefault="00A07C77" w:rsidP="00A07C77">
      <w:pPr>
        <w:pStyle w:val="6BulletPoints"/>
      </w:pPr>
      <w:r w:rsidRPr="00A07C77">
        <w:t>Aim for 3-5 bullets per role and start with action verbs to describe your responsibilities and achievements</w:t>
      </w:r>
    </w:p>
    <w:p w14:paraId="32190003" w14:textId="77777777" w:rsidR="00A07C77" w:rsidRPr="00A07C77" w:rsidRDefault="00A07C77" w:rsidP="00A07C77">
      <w:pPr>
        <w:pStyle w:val="6BulletPoints"/>
      </w:pPr>
      <w:r w:rsidRPr="00A07C77">
        <w:t>For your current job, use present continuous tense, for previous roles, use past tense</w:t>
      </w:r>
    </w:p>
    <w:p w14:paraId="042234CE" w14:textId="77777777" w:rsidR="00A07C77" w:rsidRPr="00A07C77" w:rsidRDefault="00A07C77" w:rsidP="00A07C77">
      <w:pPr>
        <w:pStyle w:val="6BulletPoints"/>
      </w:pPr>
      <w:r w:rsidRPr="00A07C77">
        <w:t>Quantify your accomplishments where possible to give concrete evidence of your impact</w:t>
      </w:r>
    </w:p>
    <w:p w14:paraId="2F5081C7" w14:textId="77777777" w:rsidR="00A07C77" w:rsidRPr="00A07C77" w:rsidRDefault="00A07C77" w:rsidP="00A07C77">
      <w:pPr>
        <w:pStyle w:val="7DegreeNameJobTitle"/>
      </w:pPr>
      <w:r w:rsidRPr="00A07C77">
        <w:t>Position Title</w:t>
      </w:r>
      <w:r w:rsidRPr="00A07C77">
        <w:tab/>
        <w:t>Mmm YYYY – Mmm YYYY</w:t>
      </w:r>
    </w:p>
    <w:p w14:paraId="3E8F78F3" w14:textId="77777777" w:rsidR="00A07C77" w:rsidRPr="00A07C77" w:rsidRDefault="00A07C77" w:rsidP="00A07C77">
      <w:pPr>
        <w:pStyle w:val="9EmployerName"/>
      </w:pPr>
      <w:r w:rsidRPr="00A07C77">
        <w:t>Employer</w:t>
      </w:r>
    </w:p>
    <w:p w14:paraId="211FCAF6" w14:textId="77777777" w:rsidR="00A07C77" w:rsidRPr="00A07C77" w:rsidRDefault="00A07C77" w:rsidP="00A07C77">
      <w:pPr>
        <w:pStyle w:val="6BulletPoints"/>
      </w:pPr>
      <w:r w:rsidRPr="00A07C77">
        <w:t>Numbers: Sales increases, cost reductions, lead generation</w:t>
      </w:r>
    </w:p>
    <w:p w14:paraId="5BB9FA2F" w14:textId="77777777" w:rsidR="00A07C77" w:rsidRPr="00A07C77" w:rsidRDefault="00A07C77" w:rsidP="00A07C77">
      <w:pPr>
        <w:pStyle w:val="6BulletPoints"/>
      </w:pPr>
      <w:r w:rsidRPr="00A07C77">
        <w:t>Software Proficiency: Tools and platforms you've mastered (e.g., Salesforce, Adobe, Microsoft Excel)</w:t>
      </w:r>
    </w:p>
    <w:p w14:paraId="08BFCD78" w14:textId="77777777" w:rsidR="00A07C77" w:rsidRPr="00A07C77" w:rsidRDefault="00A07C77" w:rsidP="00A07C77">
      <w:pPr>
        <w:pStyle w:val="6BulletPoints"/>
        <w:rPr>
          <w:b/>
          <w:bCs/>
        </w:rPr>
      </w:pPr>
      <w:r w:rsidRPr="00A07C77">
        <w:t>Methodologies: Approaches or frameworks you’ve used (e.g., Agile, Sigma)</w:t>
      </w:r>
    </w:p>
    <w:p w14:paraId="413A39C1" w14:textId="77777777" w:rsidR="00A07C77" w:rsidRPr="00A07C77" w:rsidRDefault="00A07C77" w:rsidP="00A07C77">
      <w:pPr>
        <w:pStyle w:val="6BulletPoints"/>
      </w:pPr>
      <w:r w:rsidRPr="00A07C77">
        <w:t>Processes Improved: Steps or workflows you’ve optimized</w:t>
      </w:r>
    </w:p>
    <w:p w14:paraId="71C66DB0" w14:textId="77777777" w:rsidR="00A07C77" w:rsidRPr="00A07C77" w:rsidRDefault="00A07C77" w:rsidP="00A07C77">
      <w:pPr>
        <w:pStyle w:val="7DegreeNameJobTitle"/>
      </w:pPr>
      <w:r w:rsidRPr="00A07C77">
        <w:t>Position Title</w:t>
      </w:r>
      <w:r w:rsidRPr="00A07C77">
        <w:tab/>
        <w:t>Mmm YYYY – Mmm YYYY</w:t>
      </w:r>
    </w:p>
    <w:p w14:paraId="646AEB34" w14:textId="77777777" w:rsidR="00A07C77" w:rsidRPr="00A07C77" w:rsidRDefault="00A07C77" w:rsidP="00A07C77">
      <w:pPr>
        <w:pStyle w:val="9EmployerName"/>
        <w:rPr>
          <w:b/>
          <w:bCs/>
        </w:rPr>
      </w:pPr>
      <w:r w:rsidRPr="00A07C77">
        <w:t>Employer</w:t>
      </w:r>
    </w:p>
    <w:p w14:paraId="74CE03E0" w14:textId="77777777" w:rsidR="00A07C77" w:rsidRPr="00A07C77" w:rsidRDefault="00A07C77" w:rsidP="00A07C77">
      <w:pPr>
        <w:pStyle w:val="6BulletPoints"/>
      </w:pPr>
      <w:r w:rsidRPr="00A07C77">
        <w:t>Teams Managed: Number of team members you’ve led or coordinated</w:t>
      </w:r>
    </w:p>
    <w:p w14:paraId="1E77AE59" w14:textId="77777777" w:rsidR="00A07C77" w:rsidRPr="00A07C77" w:rsidRDefault="00A07C77" w:rsidP="00A07C77">
      <w:pPr>
        <w:pStyle w:val="6BulletPoints"/>
      </w:pPr>
      <w:r w:rsidRPr="00A07C77">
        <w:t>Projects Completed: Types and number of projects you’ve delivered</w:t>
      </w:r>
    </w:p>
    <w:p w14:paraId="70685D7A" w14:textId="77777777" w:rsidR="00A07C77" w:rsidRPr="00A07C77" w:rsidRDefault="00A07C77" w:rsidP="00A07C77">
      <w:pPr>
        <w:pStyle w:val="6BulletPoints"/>
      </w:pPr>
      <w:r w:rsidRPr="00A07C77">
        <w:t>Timelines: Duration of projects, time taken to achieve goals, or deadlines met</w:t>
      </w:r>
    </w:p>
    <w:p w14:paraId="6ED706A8" w14:textId="77777777" w:rsidR="00A07C77" w:rsidRPr="00A07C77" w:rsidRDefault="00A07C77" w:rsidP="00A07C77">
      <w:pPr>
        <w:pStyle w:val="4SectionHeaders"/>
      </w:pPr>
      <w:r w:rsidRPr="00A07C77">
        <w:t>OTHER EMPLOYMENT</w:t>
      </w:r>
    </w:p>
    <w:p w14:paraId="51553429" w14:textId="1F457E79" w:rsidR="00A07C77" w:rsidRPr="003E7EE3" w:rsidRDefault="00A07C77" w:rsidP="00A07C77">
      <w:pPr>
        <w:pStyle w:val="9EmployerName"/>
        <w:tabs>
          <w:tab w:val="right" w:pos="10710"/>
        </w:tabs>
        <w:spacing w:after="240"/>
      </w:pPr>
      <w:r w:rsidRPr="00133C64">
        <w:rPr>
          <w:b/>
          <w:bCs/>
        </w:rPr>
        <w:t>Position Title</w:t>
      </w:r>
      <w:r>
        <w:t xml:space="preserve"> </w:t>
      </w:r>
      <w:r>
        <w:rPr>
          <w:b/>
          <w:bCs/>
        </w:rPr>
        <w:t>|</w:t>
      </w:r>
      <w:r>
        <w:t xml:space="preserve"> </w:t>
      </w:r>
      <w:r w:rsidRPr="00D62146">
        <w:t>Employe</w:t>
      </w:r>
      <w:r>
        <w:t>r</w:t>
      </w:r>
      <w:r w:rsidRPr="00133C64">
        <w:rPr>
          <w:b/>
          <w:bCs/>
        </w:rPr>
        <w:tab/>
      </w:r>
      <w:r w:rsidRPr="00E751CF">
        <w:rPr>
          <w:b/>
          <w:bCs/>
        </w:rPr>
        <w:t>Mmm YYYY – Mmm YYYY</w:t>
      </w:r>
    </w:p>
    <w:p w14:paraId="4CBEF82A" w14:textId="7223B3D9" w:rsidR="00A07C77" w:rsidRDefault="00A07C77" w:rsidP="00A07C77">
      <w:pPr>
        <w:pStyle w:val="9EmployerName"/>
        <w:tabs>
          <w:tab w:val="right" w:pos="10710"/>
        </w:tabs>
        <w:spacing w:after="240"/>
      </w:pPr>
      <w:r w:rsidRPr="00133C64">
        <w:rPr>
          <w:b/>
          <w:bCs/>
        </w:rPr>
        <w:t>Position Title</w:t>
      </w:r>
      <w:r>
        <w:t xml:space="preserve"> </w:t>
      </w:r>
      <w:r>
        <w:rPr>
          <w:b/>
          <w:bCs/>
        </w:rPr>
        <w:t>|</w:t>
      </w:r>
      <w:r>
        <w:t xml:space="preserve"> </w:t>
      </w:r>
      <w:r w:rsidRPr="00D62146">
        <w:t>Employe</w:t>
      </w:r>
      <w:r>
        <w:t>r</w:t>
      </w:r>
      <w:r w:rsidRPr="00133C64">
        <w:rPr>
          <w:b/>
          <w:bCs/>
        </w:rPr>
        <w:tab/>
      </w:r>
      <w:r w:rsidRPr="00E751CF">
        <w:rPr>
          <w:b/>
          <w:bCs/>
        </w:rPr>
        <w:t>Mmm YYYY – Mmm YYYY</w:t>
      </w:r>
    </w:p>
    <w:p w14:paraId="3DD98978" w14:textId="77777777" w:rsidR="00A07C77" w:rsidRPr="00A07C77" w:rsidRDefault="00A07C77" w:rsidP="00A07C77">
      <w:pPr>
        <w:pStyle w:val="4SectionHeaders"/>
      </w:pPr>
      <w:r w:rsidRPr="00A07C77">
        <w:t>EDUCATION</w:t>
      </w:r>
    </w:p>
    <w:p w14:paraId="5D7B94E3" w14:textId="77777777" w:rsidR="00A07C77" w:rsidRPr="00A07C77" w:rsidRDefault="00A07C77" w:rsidP="00A07C77">
      <w:pPr>
        <w:pStyle w:val="7DegreeNameJobTitle"/>
      </w:pPr>
      <w:r w:rsidRPr="00A07C77">
        <w:t>Degree</w:t>
      </w:r>
      <w:r w:rsidRPr="00A07C77">
        <w:tab/>
        <w:t>Year Completed</w:t>
      </w:r>
    </w:p>
    <w:p w14:paraId="690BAF90" w14:textId="77777777" w:rsidR="00A07C77" w:rsidRPr="00A07C77" w:rsidRDefault="00A07C77" w:rsidP="00A07C77">
      <w:pPr>
        <w:pStyle w:val="8Institution"/>
      </w:pPr>
      <w:r w:rsidRPr="00A07C77">
        <w:t>Institution</w:t>
      </w:r>
    </w:p>
    <w:p w14:paraId="005B251F" w14:textId="77777777" w:rsidR="00A07C77" w:rsidRPr="00A07C77" w:rsidRDefault="00A07C77" w:rsidP="00A07C77">
      <w:pPr>
        <w:pStyle w:val="7DegreeNameJobTitle"/>
      </w:pPr>
      <w:r w:rsidRPr="00A07C77">
        <w:t>Degree</w:t>
      </w:r>
      <w:r w:rsidRPr="00A07C77">
        <w:tab/>
        <w:t>Year Completed</w:t>
      </w:r>
    </w:p>
    <w:p w14:paraId="43ABC8C3" w14:textId="77777777" w:rsidR="00A07C77" w:rsidRPr="00A07C77" w:rsidRDefault="00A07C77" w:rsidP="00A07C77">
      <w:pPr>
        <w:pStyle w:val="8Institution"/>
        <w:rPr>
          <w:b/>
          <w:bCs/>
        </w:rPr>
      </w:pPr>
      <w:r w:rsidRPr="00A07C77">
        <w:t>Institution</w:t>
      </w:r>
    </w:p>
    <w:p w14:paraId="3041CB04" w14:textId="77777777" w:rsidR="00A07C77" w:rsidRPr="00A07C77" w:rsidRDefault="00A07C77" w:rsidP="00A07C77">
      <w:pPr>
        <w:pStyle w:val="4SectionHeaders"/>
      </w:pPr>
      <w:r w:rsidRPr="00A07C77">
        <w:t>TRAINING AND CERTIFICATIONS</w:t>
      </w:r>
    </w:p>
    <w:p w14:paraId="67162913" w14:textId="77777777" w:rsidR="00A07C77" w:rsidRPr="00A07C77" w:rsidRDefault="00A07C77" w:rsidP="00A07C77">
      <w:pPr>
        <w:pStyle w:val="6bTraining"/>
      </w:pPr>
      <w:r w:rsidRPr="00A07C77">
        <w:t xml:space="preserve">Course/Certification </w:t>
      </w:r>
      <w:r w:rsidRPr="00A07C77">
        <w:rPr>
          <w:b w:val="0"/>
          <w:bCs w:val="0"/>
        </w:rPr>
        <w:t>| Institution</w:t>
      </w:r>
      <w:r w:rsidRPr="00A07C77">
        <w:tab/>
        <w:t>Mmm, YYYY</w:t>
      </w:r>
    </w:p>
    <w:p w14:paraId="70074FC8" w14:textId="591D0E39" w:rsidR="00987B88" w:rsidRDefault="00A07C77" w:rsidP="00A07C77">
      <w:pPr>
        <w:pStyle w:val="6bTraining"/>
      </w:pPr>
      <w:r w:rsidRPr="00A07C77">
        <w:t xml:space="preserve">Course/Certification </w:t>
      </w:r>
      <w:r w:rsidRPr="00A07C77">
        <w:rPr>
          <w:b w:val="0"/>
          <w:bCs w:val="0"/>
        </w:rPr>
        <w:t>| Institution</w:t>
      </w:r>
      <w:r w:rsidRPr="00A07C77">
        <w:tab/>
        <w:t>Mmm, YYYY</w:t>
      </w:r>
    </w:p>
    <w:p w14:paraId="3BBEBD74" w14:textId="77777777" w:rsidR="00FC5649" w:rsidRDefault="00FC5649" w:rsidP="00A07C77">
      <w:pPr>
        <w:pStyle w:val="6bTraining"/>
      </w:pPr>
    </w:p>
    <w:p w14:paraId="3CFF5ED0" w14:textId="77777777" w:rsidR="00FC5649" w:rsidRDefault="00FC5649" w:rsidP="00A07C77">
      <w:pPr>
        <w:pStyle w:val="6bTraining"/>
      </w:pPr>
    </w:p>
    <w:p w14:paraId="102F5212" w14:textId="77777777" w:rsidR="00FC5649" w:rsidRPr="00A07C77" w:rsidRDefault="00FC5649" w:rsidP="00A07C77">
      <w:pPr>
        <w:pStyle w:val="6bTraining"/>
      </w:pPr>
    </w:p>
    <w:sectPr w:rsidR="00FC5649" w:rsidRPr="00A07C77" w:rsidSect="00F464A4">
      <w:headerReference w:type="default" r:id="rId7"/>
      <w:footerReference w:type="default" r:id="rId8"/>
      <w:type w:val="continuous"/>
      <w:pgSz w:w="12240" w:h="15840" w:code="1"/>
      <w:pgMar w:top="720" w:right="720" w:bottom="720" w:left="72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6ED71" w14:textId="77777777" w:rsidR="008808D2" w:rsidRDefault="008808D2" w:rsidP="00133C64">
      <w:r>
        <w:separator/>
      </w:r>
    </w:p>
  </w:endnote>
  <w:endnote w:type="continuationSeparator" w:id="0">
    <w:p w14:paraId="1868040D" w14:textId="77777777" w:rsidR="008808D2" w:rsidRDefault="008808D2" w:rsidP="0013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6A10" w14:textId="77777777" w:rsidR="00334118" w:rsidRDefault="00334118" w:rsidP="00133C64">
    <w:pPr>
      <w:pStyle w:val="Footer"/>
    </w:pPr>
  </w:p>
  <w:p w14:paraId="0A26C3C1" w14:textId="77777777" w:rsidR="00334118" w:rsidRDefault="002C73F2" w:rsidP="00133C64">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F4FC4" w14:textId="77777777" w:rsidR="008808D2" w:rsidRDefault="008808D2" w:rsidP="00133C64">
      <w:r>
        <w:separator/>
      </w:r>
    </w:p>
  </w:footnote>
  <w:footnote w:type="continuationSeparator" w:id="0">
    <w:p w14:paraId="7491484D" w14:textId="77777777" w:rsidR="008808D2" w:rsidRDefault="008808D2" w:rsidP="00133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16487" w14:textId="77777777" w:rsidR="00987B88" w:rsidRPr="00987B88" w:rsidRDefault="00987B88" w:rsidP="002157FD">
    <w:pPr>
      <w:pStyle w:val="1ApplicantName"/>
    </w:pPr>
    <w:r w:rsidRPr="00987B88">
      <w:t>Name Surname</w:t>
    </w:r>
  </w:p>
  <w:p w14:paraId="2FA36F3E" w14:textId="28A4F489" w:rsidR="00987B88" w:rsidRPr="00987B88" w:rsidRDefault="00987B88" w:rsidP="00987B88">
    <w:pPr>
      <w:pStyle w:val="3ContactDetails"/>
      <w:rPr>
        <w:sz w:val="24"/>
        <w:szCs w:val="24"/>
      </w:rPr>
    </w:pPr>
    <w:r w:rsidRPr="00987B88">
      <w:rPr>
        <w:sz w:val="24"/>
        <w:szCs w:val="24"/>
      </w:rPr>
      <w:t>012 345 6789 | yourname@gmail.com | LinkedIn | Website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84pt;height:384pt;visibility:visible;mso-wrap-style:square" o:bullet="t">
        <v:imagedata r:id="rId1" o:title=""/>
      </v:shape>
    </w:pict>
  </w:numPicBullet>
  <w:abstractNum w:abstractNumId="0" w15:restartNumberingAfterBreak="0">
    <w:nsid w:val="064231AC"/>
    <w:multiLevelType w:val="multilevel"/>
    <w:tmpl w:val="DADA7F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9A0484"/>
    <w:multiLevelType w:val="hybridMultilevel"/>
    <w:tmpl w:val="A31E5C72"/>
    <w:lvl w:ilvl="0" w:tplc="DC94BB88">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7D420C"/>
    <w:multiLevelType w:val="hybridMultilevel"/>
    <w:tmpl w:val="2DD82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4F17C0"/>
    <w:multiLevelType w:val="hybridMultilevel"/>
    <w:tmpl w:val="CA164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F867A8"/>
    <w:multiLevelType w:val="hybridMultilevel"/>
    <w:tmpl w:val="AC1E8F4A"/>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DB5DC2"/>
    <w:multiLevelType w:val="hybridMultilevel"/>
    <w:tmpl w:val="1A2C4A44"/>
    <w:lvl w:ilvl="0" w:tplc="5FE2FB80">
      <w:numFmt w:val="bullet"/>
      <w:lvlText w:val="•"/>
      <w:lvlJc w:val="left"/>
      <w:pPr>
        <w:ind w:left="1080" w:hanging="720"/>
      </w:pPr>
      <w:rPr>
        <w:rFonts w:ascii="Cambria" w:eastAsiaTheme="minorHAnsi" w:hAnsi="Cambria"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726CAB"/>
    <w:multiLevelType w:val="hybridMultilevel"/>
    <w:tmpl w:val="218C5B0C"/>
    <w:lvl w:ilvl="0" w:tplc="39F84D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844FD8"/>
    <w:multiLevelType w:val="hybridMultilevel"/>
    <w:tmpl w:val="B22CF9C0"/>
    <w:lvl w:ilvl="0" w:tplc="CC2A20E2">
      <w:start w:val="1"/>
      <w:numFmt w:val="bullet"/>
      <w:lvlText w:val=""/>
      <w:lvlPicBulletId w:val="0"/>
      <w:lvlJc w:val="left"/>
      <w:pPr>
        <w:tabs>
          <w:tab w:val="num" w:pos="720"/>
        </w:tabs>
        <w:ind w:left="720" w:hanging="360"/>
      </w:pPr>
      <w:rPr>
        <w:rFonts w:ascii="Symbol" w:hAnsi="Symbol" w:hint="default"/>
      </w:rPr>
    </w:lvl>
    <w:lvl w:ilvl="1" w:tplc="CEC8488E" w:tentative="1">
      <w:start w:val="1"/>
      <w:numFmt w:val="bullet"/>
      <w:lvlText w:val=""/>
      <w:lvlJc w:val="left"/>
      <w:pPr>
        <w:tabs>
          <w:tab w:val="num" w:pos="1440"/>
        </w:tabs>
        <w:ind w:left="1440" w:hanging="360"/>
      </w:pPr>
      <w:rPr>
        <w:rFonts w:ascii="Symbol" w:hAnsi="Symbol" w:hint="default"/>
      </w:rPr>
    </w:lvl>
    <w:lvl w:ilvl="2" w:tplc="E8EEA81E" w:tentative="1">
      <w:start w:val="1"/>
      <w:numFmt w:val="bullet"/>
      <w:lvlText w:val=""/>
      <w:lvlJc w:val="left"/>
      <w:pPr>
        <w:tabs>
          <w:tab w:val="num" w:pos="2160"/>
        </w:tabs>
        <w:ind w:left="2160" w:hanging="360"/>
      </w:pPr>
      <w:rPr>
        <w:rFonts w:ascii="Symbol" w:hAnsi="Symbol" w:hint="default"/>
      </w:rPr>
    </w:lvl>
    <w:lvl w:ilvl="3" w:tplc="2E4A1554" w:tentative="1">
      <w:start w:val="1"/>
      <w:numFmt w:val="bullet"/>
      <w:lvlText w:val=""/>
      <w:lvlJc w:val="left"/>
      <w:pPr>
        <w:tabs>
          <w:tab w:val="num" w:pos="2880"/>
        </w:tabs>
        <w:ind w:left="2880" w:hanging="360"/>
      </w:pPr>
      <w:rPr>
        <w:rFonts w:ascii="Symbol" w:hAnsi="Symbol" w:hint="default"/>
      </w:rPr>
    </w:lvl>
    <w:lvl w:ilvl="4" w:tplc="97340F08" w:tentative="1">
      <w:start w:val="1"/>
      <w:numFmt w:val="bullet"/>
      <w:lvlText w:val=""/>
      <w:lvlJc w:val="left"/>
      <w:pPr>
        <w:tabs>
          <w:tab w:val="num" w:pos="3600"/>
        </w:tabs>
        <w:ind w:left="3600" w:hanging="360"/>
      </w:pPr>
      <w:rPr>
        <w:rFonts w:ascii="Symbol" w:hAnsi="Symbol" w:hint="default"/>
      </w:rPr>
    </w:lvl>
    <w:lvl w:ilvl="5" w:tplc="14E62D8A" w:tentative="1">
      <w:start w:val="1"/>
      <w:numFmt w:val="bullet"/>
      <w:lvlText w:val=""/>
      <w:lvlJc w:val="left"/>
      <w:pPr>
        <w:tabs>
          <w:tab w:val="num" w:pos="4320"/>
        </w:tabs>
        <w:ind w:left="4320" w:hanging="360"/>
      </w:pPr>
      <w:rPr>
        <w:rFonts w:ascii="Symbol" w:hAnsi="Symbol" w:hint="default"/>
      </w:rPr>
    </w:lvl>
    <w:lvl w:ilvl="6" w:tplc="8F263270" w:tentative="1">
      <w:start w:val="1"/>
      <w:numFmt w:val="bullet"/>
      <w:lvlText w:val=""/>
      <w:lvlJc w:val="left"/>
      <w:pPr>
        <w:tabs>
          <w:tab w:val="num" w:pos="5040"/>
        </w:tabs>
        <w:ind w:left="5040" w:hanging="360"/>
      </w:pPr>
      <w:rPr>
        <w:rFonts w:ascii="Symbol" w:hAnsi="Symbol" w:hint="default"/>
      </w:rPr>
    </w:lvl>
    <w:lvl w:ilvl="7" w:tplc="68AE5DF4" w:tentative="1">
      <w:start w:val="1"/>
      <w:numFmt w:val="bullet"/>
      <w:lvlText w:val=""/>
      <w:lvlJc w:val="left"/>
      <w:pPr>
        <w:tabs>
          <w:tab w:val="num" w:pos="5760"/>
        </w:tabs>
        <w:ind w:left="5760" w:hanging="360"/>
      </w:pPr>
      <w:rPr>
        <w:rFonts w:ascii="Symbol" w:hAnsi="Symbol" w:hint="default"/>
      </w:rPr>
    </w:lvl>
    <w:lvl w:ilvl="8" w:tplc="C55E2B4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AC20476"/>
    <w:multiLevelType w:val="hybridMultilevel"/>
    <w:tmpl w:val="9C109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8C2812"/>
    <w:multiLevelType w:val="hybridMultilevel"/>
    <w:tmpl w:val="664E2F22"/>
    <w:lvl w:ilvl="0" w:tplc="83A25FC0">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0" w15:restartNumberingAfterBreak="0">
    <w:nsid w:val="6E5E6DD2"/>
    <w:multiLevelType w:val="hybridMultilevel"/>
    <w:tmpl w:val="BBD2D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441B4A"/>
    <w:multiLevelType w:val="hybridMultilevel"/>
    <w:tmpl w:val="6CD6DFAA"/>
    <w:lvl w:ilvl="0" w:tplc="3C5AC39A">
      <w:start w:val="1"/>
      <w:numFmt w:val="bullet"/>
      <w:pStyle w:val="6BulletPoints"/>
      <w:lvlText w:val=""/>
      <w:lvlJc w:val="left"/>
      <w:pPr>
        <w:ind w:left="768" w:hanging="360"/>
      </w:pPr>
      <w:rPr>
        <w:rFonts w:ascii="Symbol" w:hAnsi="Symbol" w:hint="default"/>
        <w:sz w:val="18"/>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2" w15:restartNumberingAfterBreak="0">
    <w:nsid w:val="781879A2"/>
    <w:multiLevelType w:val="hybridMultilevel"/>
    <w:tmpl w:val="09102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37473334">
    <w:abstractNumId w:val="6"/>
  </w:num>
  <w:num w:numId="2" w16cid:durableId="771047357">
    <w:abstractNumId w:val="12"/>
  </w:num>
  <w:num w:numId="3" w16cid:durableId="2098016943">
    <w:abstractNumId w:val="2"/>
  </w:num>
  <w:num w:numId="4" w16cid:durableId="1248539898">
    <w:abstractNumId w:val="3"/>
  </w:num>
  <w:num w:numId="5" w16cid:durableId="415399517">
    <w:abstractNumId w:val="1"/>
  </w:num>
  <w:num w:numId="6" w16cid:durableId="1988168966">
    <w:abstractNumId w:val="0"/>
  </w:num>
  <w:num w:numId="7" w16cid:durableId="2077779730">
    <w:abstractNumId w:val="8"/>
  </w:num>
  <w:num w:numId="8" w16cid:durableId="1518693359">
    <w:abstractNumId w:val="10"/>
  </w:num>
  <w:num w:numId="9" w16cid:durableId="37629795">
    <w:abstractNumId w:val="5"/>
  </w:num>
  <w:num w:numId="10" w16cid:durableId="2016373431">
    <w:abstractNumId w:val="4"/>
  </w:num>
  <w:num w:numId="11" w16cid:durableId="503783311">
    <w:abstractNumId w:val="9"/>
  </w:num>
  <w:num w:numId="12" w16cid:durableId="1360738099">
    <w:abstractNumId w:val="7"/>
  </w:num>
  <w:num w:numId="13" w16cid:durableId="521629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D49"/>
    <w:rsid w:val="0000781D"/>
    <w:rsid w:val="00091F83"/>
    <w:rsid w:val="000B618D"/>
    <w:rsid w:val="000C2CB3"/>
    <w:rsid w:val="000E7308"/>
    <w:rsid w:val="00106A9F"/>
    <w:rsid w:val="00133C64"/>
    <w:rsid w:val="00140B51"/>
    <w:rsid w:val="001445BE"/>
    <w:rsid w:val="001461B3"/>
    <w:rsid w:val="0016040B"/>
    <w:rsid w:val="0017024E"/>
    <w:rsid w:val="001A6468"/>
    <w:rsid w:val="002157FD"/>
    <w:rsid w:val="002320F7"/>
    <w:rsid w:val="0027359C"/>
    <w:rsid w:val="002764C3"/>
    <w:rsid w:val="00281D49"/>
    <w:rsid w:val="00296D77"/>
    <w:rsid w:val="002C73F2"/>
    <w:rsid w:val="00324137"/>
    <w:rsid w:val="00334118"/>
    <w:rsid w:val="00394B38"/>
    <w:rsid w:val="003E7EE3"/>
    <w:rsid w:val="00420A26"/>
    <w:rsid w:val="004B680B"/>
    <w:rsid w:val="004C178D"/>
    <w:rsid w:val="004D3833"/>
    <w:rsid w:val="00581B3B"/>
    <w:rsid w:val="005A22F9"/>
    <w:rsid w:val="005B523B"/>
    <w:rsid w:val="005C336A"/>
    <w:rsid w:val="00606151"/>
    <w:rsid w:val="0065666D"/>
    <w:rsid w:val="006877B3"/>
    <w:rsid w:val="00691D67"/>
    <w:rsid w:val="00767FBD"/>
    <w:rsid w:val="0079184C"/>
    <w:rsid w:val="007E00FD"/>
    <w:rsid w:val="007E75DF"/>
    <w:rsid w:val="007F068B"/>
    <w:rsid w:val="0081761B"/>
    <w:rsid w:val="008702A4"/>
    <w:rsid w:val="00875520"/>
    <w:rsid w:val="00876737"/>
    <w:rsid w:val="008808D2"/>
    <w:rsid w:val="0089459E"/>
    <w:rsid w:val="008B360F"/>
    <w:rsid w:val="008C2EF5"/>
    <w:rsid w:val="008F601E"/>
    <w:rsid w:val="00923C5B"/>
    <w:rsid w:val="00936FCB"/>
    <w:rsid w:val="00953A24"/>
    <w:rsid w:val="00985702"/>
    <w:rsid w:val="00987B88"/>
    <w:rsid w:val="009E0638"/>
    <w:rsid w:val="00A015BE"/>
    <w:rsid w:val="00A07C77"/>
    <w:rsid w:val="00A10A1F"/>
    <w:rsid w:val="00A20A27"/>
    <w:rsid w:val="00A30964"/>
    <w:rsid w:val="00A331E9"/>
    <w:rsid w:val="00A823A2"/>
    <w:rsid w:val="00A907CC"/>
    <w:rsid w:val="00AA63C1"/>
    <w:rsid w:val="00BB5C75"/>
    <w:rsid w:val="00BE6A55"/>
    <w:rsid w:val="00C95057"/>
    <w:rsid w:val="00CB3212"/>
    <w:rsid w:val="00CF2BDC"/>
    <w:rsid w:val="00D13721"/>
    <w:rsid w:val="00D55869"/>
    <w:rsid w:val="00D62146"/>
    <w:rsid w:val="00D675EF"/>
    <w:rsid w:val="00D72B39"/>
    <w:rsid w:val="00D72E4A"/>
    <w:rsid w:val="00DE5D3E"/>
    <w:rsid w:val="00E751CF"/>
    <w:rsid w:val="00EA0B03"/>
    <w:rsid w:val="00F1092A"/>
    <w:rsid w:val="00F464A4"/>
    <w:rsid w:val="00F50A13"/>
    <w:rsid w:val="00F571EA"/>
    <w:rsid w:val="00F67359"/>
    <w:rsid w:val="00F77FB2"/>
    <w:rsid w:val="00F955AA"/>
    <w:rsid w:val="00FB5256"/>
    <w:rsid w:val="00FC5649"/>
    <w:rsid w:val="00FE7F8A"/>
    <w:rsid w:val="00FF5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A275E"/>
  <w15:chartTrackingRefBased/>
  <w15:docId w15:val="{9BD52A55-7151-479C-9D29-1F17A36A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A13"/>
    <w:pPr>
      <w:spacing w:after="240" w:line="240" w:lineRule="auto"/>
      <w:contextualSpacing/>
      <w:jc w:val="both"/>
    </w:pPr>
    <w:rPr>
      <w:rFonts w:cstheme="minorHAnsi"/>
      <w:spacing w:val="4"/>
    </w:rPr>
  </w:style>
  <w:style w:type="paragraph" w:styleId="Heading1">
    <w:name w:val="heading 1"/>
    <w:basedOn w:val="Normal"/>
    <w:next w:val="Normal"/>
    <w:link w:val="Heading1Char"/>
    <w:uiPriority w:val="9"/>
    <w:qFormat/>
    <w:rsid w:val="00133C64"/>
    <w:pPr>
      <w:pBdr>
        <w:top w:val="single" w:sz="4" w:space="1" w:color="auto"/>
        <w:bottom w:val="single" w:sz="4" w:space="1" w:color="auto"/>
      </w:pBdr>
      <w:spacing w:after="80"/>
      <w:outlineLvl w:val="0"/>
    </w:pPr>
    <w:rPr>
      <w:noProof/>
      <w:color w:val="222A35" w:themeColor="text2" w:themeShade="80"/>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C64"/>
    <w:pPr>
      <w:numPr>
        <w:numId w:val="5"/>
      </w:numPr>
      <w:spacing w:after="200"/>
      <w:ind w:left="288" w:hanging="288"/>
    </w:pPr>
  </w:style>
  <w:style w:type="table" w:styleId="TableGrid">
    <w:name w:val="Table Grid"/>
    <w:basedOn w:val="TableNormal"/>
    <w:uiPriority w:val="39"/>
    <w:rsid w:val="00FE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33C64"/>
    <w:pPr>
      <w:spacing w:after="200"/>
    </w:pPr>
    <w:rPr>
      <w:color w:val="323E4F" w:themeColor="text2" w:themeShade="BF"/>
      <w:sz w:val="80"/>
      <w:szCs w:val="80"/>
    </w:rPr>
  </w:style>
  <w:style w:type="character" w:customStyle="1" w:styleId="TitleChar">
    <w:name w:val="Title Char"/>
    <w:basedOn w:val="DefaultParagraphFont"/>
    <w:link w:val="Title"/>
    <w:uiPriority w:val="10"/>
    <w:rsid w:val="00133C64"/>
    <w:rPr>
      <w:rFonts w:cstheme="minorHAnsi"/>
      <w:color w:val="323E4F" w:themeColor="text2" w:themeShade="BF"/>
      <w:spacing w:val="4"/>
      <w:sz w:val="80"/>
      <w:szCs w:val="80"/>
    </w:rPr>
  </w:style>
  <w:style w:type="paragraph" w:styleId="Subtitle">
    <w:name w:val="Subtitle"/>
    <w:basedOn w:val="Normal"/>
    <w:next w:val="Normal"/>
    <w:link w:val="SubtitleChar"/>
    <w:uiPriority w:val="11"/>
    <w:qFormat/>
    <w:rsid w:val="00133C64"/>
    <w:pPr>
      <w:spacing w:after="320"/>
    </w:pPr>
    <w:rPr>
      <w:sz w:val="32"/>
      <w:szCs w:val="32"/>
    </w:rPr>
  </w:style>
  <w:style w:type="character" w:customStyle="1" w:styleId="SubtitleChar">
    <w:name w:val="Subtitle Char"/>
    <w:basedOn w:val="DefaultParagraphFont"/>
    <w:link w:val="Subtitle"/>
    <w:uiPriority w:val="11"/>
    <w:rsid w:val="00133C64"/>
    <w:rPr>
      <w:rFonts w:cstheme="minorHAnsi"/>
      <w:spacing w:val="4"/>
      <w:sz w:val="32"/>
      <w:szCs w:val="32"/>
    </w:rPr>
  </w:style>
  <w:style w:type="character" w:customStyle="1" w:styleId="Heading1Char">
    <w:name w:val="Heading 1 Char"/>
    <w:basedOn w:val="DefaultParagraphFont"/>
    <w:link w:val="Heading1"/>
    <w:uiPriority w:val="9"/>
    <w:rsid w:val="00133C64"/>
    <w:rPr>
      <w:rFonts w:cstheme="minorHAnsi"/>
      <w:noProof/>
      <w:color w:val="222A35" w:themeColor="text2" w:themeShade="80"/>
      <w:spacing w:val="30"/>
      <w:sz w:val="28"/>
      <w:szCs w:val="28"/>
    </w:rPr>
  </w:style>
  <w:style w:type="paragraph" w:styleId="Header">
    <w:name w:val="header"/>
    <w:basedOn w:val="Normal"/>
    <w:link w:val="HeaderChar"/>
    <w:uiPriority w:val="99"/>
    <w:unhideWhenUsed/>
    <w:rsid w:val="004C178D"/>
    <w:pPr>
      <w:tabs>
        <w:tab w:val="center" w:pos="4513"/>
        <w:tab w:val="right" w:pos="9026"/>
      </w:tabs>
      <w:spacing w:after="0"/>
    </w:pPr>
  </w:style>
  <w:style w:type="character" w:customStyle="1" w:styleId="HeaderChar">
    <w:name w:val="Header Char"/>
    <w:basedOn w:val="DefaultParagraphFont"/>
    <w:link w:val="Header"/>
    <w:uiPriority w:val="99"/>
    <w:rsid w:val="004C178D"/>
  </w:style>
  <w:style w:type="paragraph" w:styleId="Footer">
    <w:name w:val="footer"/>
    <w:basedOn w:val="Normal"/>
    <w:link w:val="FooterChar"/>
    <w:uiPriority w:val="99"/>
    <w:unhideWhenUsed/>
    <w:rsid w:val="004C178D"/>
    <w:pPr>
      <w:tabs>
        <w:tab w:val="center" w:pos="4513"/>
        <w:tab w:val="right" w:pos="9026"/>
      </w:tabs>
      <w:spacing w:after="0"/>
    </w:pPr>
  </w:style>
  <w:style w:type="character" w:customStyle="1" w:styleId="FooterChar">
    <w:name w:val="Footer Char"/>
    <w:basedOn w:val="DefaultParagraphFont"/>
    <w:link w:val="Footer"/>
    <w:uiPriority w:val="99"/>
    <w:rsid w:val="004C178D"/>
  </w:style>
  <w:style w:type="character" w:styleId="Hyperlink">
    <w:name w:val="Hyperlink"/>
    <w:basedOn w:val="DefaultParagraphFont"/>
    <w:uiPriority w:val="99"/>
    <w:unhideWhenUsed/>
    <w:rsid w:val="00D62146"/>
    <w:rPr>
      <w:color w:val="0563C1" w:themeColor="hyperlink"/>
      <w:u w:val="single"/>
    </w:rPr>
  </w:style>
  <w:style w:type="character" w:styleId="UnresolvedMention">
    <w:name w:val="Unresolved Mention"/>
    <w:basedOn w:val="DefaultParagraphFont"/>
    <w:uiPriority w:val="99"/>
    <w:semiHidden/>
    <w:unhideWhenUsed/>
    <w:rsid w:val="00D62146"/>
    <w:rPr>
      <w:color w:val="605E5C"/>
      <w:shd w:val="clear" w:color="auto" w:fill="E1DFDD"/>
    </w:rPr>
  </w:style>
  <w:style w:type="paragraph" w:customStyle="1" w:styleId="1ApplicantName">
    <w:name w:val="1. Applicant Name"/>
    <w:basedOn w:val="Title"/>
    <w:qFormat/>
    <w:rsid w:val="002157FD"/>
    <w:pPr>
      <w:spacing w:after="0"/>
      <w:jc w:val="left"/>
    </w:pPr>
    <w:rPr>
      <w:rFonts w:ascii="Cambria" w:hAnsi="Cambria"/>
      <w:b/>
      <w:bCs/>
      <w:sz w:val="64"/>
      <w:szCs w:val="64"/>
    </w:rPr>
  </w:style>
  <w:style w:type="paragraph" w:customStyle="1" w:styleId="3ContactDetails">
    <w:name w:val="3. Contact Details"/>
    <w:basedOn w:val="5SummaryText"/>
    <w:qFormat/>
    <w:rsid w:val="007E00FD"/>
    <w:pPr>
      <w:shd w:val="clear" w:color="auto" w:fill="F1F1F5"/>
      <w:jc w:val="left"/>
    </w:pPr>
    <w:rPr>
      <w:sz w:val="30"/>
      <w:szCs w:val="30"/>
    </w:rPr>
  </w:style>
  <w:style w:type="paragraph" w:customStyle="1" w:styleId="4SectionHeaders">
    <w:name w:val="4. Section Headers"/>
    <w:basedOn w:val="Heading1"/>
    <w:qFormat/>
    <w:rsid w:val="007E00FD"/>
    <w:pPr>
      <w:pBdr>
        <w:top w:val="none" w:sz="0" w:space="0" w:color="auto"/>
      </w:pBdr>
    </w:pPr>
    <w:rPr>
      <w:rFonts w:ascii="Cambria" w:hAnsi="Cambria"/>
    </w:rPr>
  </w:style>
  <w:style w:type="paragraph" w:customStyle="1" w:styleId="5SummaryText">
    <w:name w:val="5. Summary Text"/>
    <w:basedOn w:val="Normal"/>
    <w:qFormat/>
    <w:rsid w:val="007E00FD"/>
    <w:pPr>
      <w:spacing w:after="200" w:line="264" w:lineRule="auto"/>
    </w:pPr>
    <w:rPr>
      <w:rFonts w:ascii="Cambria" w:hAnsi="Cambria"/>
    </w:rPr>
  </w:style>
  <w:style w:type="paragraph" w:customStyle="1" w:styleId="6BulletPoints">
    <w:name w:val="6. Bullet Points"/>
    <w:basedOn w:val="ListParagraph"/>
    <w:qFormat/>
    <w:rsid w:val="00A07C77"/>
    <w:pPr>
      <w:numPr>
        <w:numId w:val="13"/>
      </w:numPr>
      <w:spacing w:line="264" w:lineRule="auto"/>
      <w:ind w:left="187" w:hanging="187"/>
    </w:pPr>
    <w:rPr>
      <w:rFonts w:ascii="Cambria" w:hAnsi="Cambria"/>
    </w:rPr>
  </w:style>
  <w:style w:type="paragraph" w:customStyle="1" w:styleId="7DegreeNameJobTitle">
    <w:name w:val="7. Degree Name/Job Title"/>
    <w:basedOn w:val="Normal"/>
    <w:qFormat/>
    <w:rsid w:val="00A07C77"/>
    <w:pPr>
      <w:tabs>
        <w:tab w:val="right" w:pos="10710"/>
      </w:tabs>
      <w:spacing w:after="0"/>
    </w:pPr>
    <w:rPr>
      <w:rFonts w:ascii="Cambria" w:hAnsi="Cambria"/>
      <w:b/>
      <w:bCs/>
    </w:rPr>
  </w:style>
  <w:style w:type="paragraph" w:customStyle="1" w:styleId="8Institution">
    <w:name w:val="8. Institution"/>
    <w:basedOn w:val="Normal"/>
    <w:qFormat/>
    <w:rsid w:val="00A07C77"/>
    <w:pPr>
      <w:spacing w:after="200"/>
    </w:pPr>
    <w:rPr>
      <w:rFonts w:ascii="Cambria" w:hAnsi="Cambria"/>
    </w:rPr>
  </w:style>
  <w:style w:type="paragraph" w:customStyle="1" w:styleId="9EmployerName">
    <w:name w:val="9. Employer Name"/>
    <w:basedOn w:val="Normal"/>
    <w:qFormat/>
    <w:rsid w:val="00A07C77"/>
    <w:pPr>
      <w:spacing w:after="80"/>
    </w:pPr>
    <w:rPr>
      <w:rFonts w:ascii="Cambria" w:hAnsi="Cambria"/>
    </w:rPr>
  </w:style>
  <w:style w:type="paragraph" w:customStyle="1" w:styleId="2JobTitleHeadline">
    <w:name w:val="2. Job Title / Headline"/>
    <w:basedOn w:val="1ApplicantName"/>
    <w:qFormat/>
    <w:rsid w:val="008702A4"/>
    <w:pPr>
      <w:spacing w:after="80"/>
    </w:pPr>
    <w:rPr>
      <w:b w:val="0"/>
      <w:bCs w:val="0"/>
      <w:sz w:val="36"/>
      <w:szCs w:val="36"/>
    </w:rPr>
  </w:style>
  <w:style w:type="paragraph" w:customStyle="1" w:styleId="6aSkills">
    <w:name w:val="6a. Skills"/>
    <w:basedOn w:val="Normal"/>
    <w:qFormat/>
    <w:rsid w:val="00A07C77"/>
    <w:pPr>
      <w:tabs>
        <w:tab w:val="left" w:pos="3690"/>
        <w:tab w:val="left" w:pos="7290"/>
      </w:tabs>
      <w:spacing w:after="200" w:line="264" w:lineRule="auto"/>
    </w:pPr>
    <w:rPr>
      <w:rFonts w:ascii="Cambria" w:hAnsi="Cambria"/>
    </w:rPr>
  </w:style>
  <w:style w:type="paragraph" w:customStyle="1" w:styleId="6bTraining">
    <w:name w:val="6b. Training"/>
    <w:basedOn w:val="9EmployerName"/>
    <w:qFormat/>
    <w:rsid w:val="00A07C77"/>
    <w:pPr>
      <w:tabs>
        <w:tab w:val="right" w:pos="10710"/>
      </w:tabs>
      <w:spacing w:after="0" w:line="264" w:lineRule="auto"/>
    </w:pPr>
    <w:rPr>
      <w:b/>
      <w:bCs/>
    </w:rPr>
  </w:style>
  <w:style w:type="paragraph" w:customStyle="1" w:styleId="7aProject">
    <w:name w:val="7a. Project"/>
    <w:basedOn w:val="7DegreeNameJobTitle"/>
    <w:qFormat/>
    <w:rsid w:val="00F50A13"/>
    <w:pPr>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729690">
      <w:bodyDiv w:val="1"/>
      <w:marLeft w:val="0"/>
      <w:marRight w:val="0"/>
      <w:marTop w:val="0"/>
      <w:marBottom w:val="0"/>
      <w:divBdr>
        <w:top w:val="none" w:sz="0" w:space="0" w:color="auto"/>
        <w:left w:val="none" w:sz="0" w:space="0" w:color="auto"/>
        <w:bottom w:val="none" w:sz="0" w:space="0" w:color="auto"/>
        <w:right w:val="none" w:sz="0" w:space="0" w:color="auto"/>
      </w:divBdr>
    </w:div>
    <w:div w:id="57266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lboni\Desktop\Desktop\Etsy\Resume%20Templates\Jake's%20Resume\Templates\Jakes-Resume-Template-Cambri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Jakes-Resume-Template-Cambria.dotx</Template>
  <TotalTime>5</TotalTime>
  <Pages>2</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JakesResume</dc:creator>
  <cp:keywords/>
  <dc:description/>
  <cp:lastModifiedBy>balboni</cp:lastModifiedBy>
  <cp:revision>5</cp:revision>
  <cp:lastPrinted>2024-04-03T11:11:00Z</cp:lastPrinted>
  <dcterms:created xsi:type="dcterms:W3CDTF">2024-08-31T18:03:00Z</dcterms:created>
  <dcterms:modified xsi:type="dcterms:W3CDTF">2024-09-11T15:58:00Z</dcterms:modified>
</cp:coreProperties>
</file>